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170B7F" w:rsidRDefault="00F862D6" w:rsidP="000F56CF"/>
        </w:tc>
        <w:tc>
          <w:tcPr>
            <w:tcW w:w="2552" w:type="dxa"/>
          </w:tcPr>
          <w:p w:rsidR="00F862D6" w:rsidRPr="00170B7F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64043" w:rsidTr="00F862D6">
        <w:tc>
          <w:tcPr>
            <w:tcW w:w="1020" w:type="dxa"/>
          </w:tcPr>
          <w:p w:rsidR="00E64043" w:rsidRPr="00170B7F" w:rsidRDefault="00E64043" w:rsidP="00E64043">
            <w:r w:rsidRPr="00170B7F">
              <w:t>Naše zn.</w:t>
            </w:r>
          </w:p>
        </w:tc>
        <w:tc>
          <w:tcPr>
            <w:tcW w:w="2552" w:type="dxa"/>
          </w:tcPr>
          <w:p w:rsidR="00E64043" w:rsidRPr="00CE3FB8" w:rsidRDefault="006D3A36" w:rsidP="00E64043">
            <w:r>
              <w:rPr>
                <w:rFonts w:ascii="Helvetica" w:hAnsi="Helvetica"/>
              </w:rPr>
              <w:t>2994</w:t>
            </w:r>
            <w:r w:rsidR="00E64043" w:rsidRPr="00CE3FB8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4D0228" w:rsidRDefault="00E64043" w:rsidP="00E64043">
            <w:r w:rsidRPr="004D0228">
              <w:t>Listů/příloh</w:t>
            </w:r>
          </w:p>
        </w:tc>
        <w:tc>
          <w:tcPr>
            <w:tcW w:w="2552" w:type="dxa"/>
          </w:tcPr>
          <w:p w:rsidR="00E64043" w:rsidRPr="00CE3FB8" w:rsidRDefault="006B2474" w:rsidP="00E64043">
            <w:r>
              <w:t>1</w:t>
            </w:r>
            <w:bookmarkStart w:id="0" w:name="_GoBack"/>
            <w:bookmarkEnd w:id="0"/>
            <w:r w:rsidR="00722758">
              <w:t>/2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>
            <w:pPr>
              <w:rPr>
                <w:noProof/>
              </w:rPr>
            </w:pPr>
          </w:p>
        </w:tc>
      </w:tr>
      <w:tr w:rsidR="00E64043" w:rsidTr="00B23CA3">
        <w:trPr>
          <w:trHeight w:val="77"/>
        </w:trPr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E3FB8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Vyřizuje</w:t>
            </w:r>
          </w:p>
        </w:tc>
        <w:tc>
          <w:tcPr>
            <w:tcW w:w="2552" w:type="dxa"/>
          </w:tcPr>
          <w:p w:rsidR="00E64043" w:rsidRPr="00CC32B5" w:rsidRDefault="00E64043" w:rsidP="00E64043">
            <w:r w:rsidRPr="00CC32B5">
              <w:t>JUDr. Jaroslav Klimeš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C32B5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Mobil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+420 722 819 305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E-mail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Klimesja@spravazeleznic.cz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AC381E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E64043" w:rsidRPr="00AC381E" w:rsidRDefault="00E64043" w:rsidP="00E6404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B1469">
              <w:rPr>
                <w:noProof/>
              </w:rPr>
              <w:t>25. února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B212C">
        <w:rPr>
          <w:rFonts w:eastAsia="Calibri" w:cs="Times New Roman"/>
          <w:lang w:eastAsia="cs-CZ"/>
        </w:rPr>
        <w:t xml:space="preserve">Věc: </w:t>
      </w:r>
      <w:r w:rsidR="00AB212C" w:rsidRPr="00AB212C">
        <w:rPr>
          <w:rFonts w:eastAsia="Calibri" w:cs="Times New Roman"/>
          <w:b/>
          <w:lang w:eastAsia="cs-CZ"/>
        </w:rPr>
        <w:t>Brno-Maloměřice St.6 – Adamov, BC</w:t>
      </w:r>
    </w:p>
    <w:p w:rsidR="00CB7B5A" w:rsidRPr="00E64043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4D5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E64043">
        <w:rPr>
          <w:rFonts w:eastAsia="Calibri" w:cs="Times New Roman"/>
          <w:lang w:eastAsia="cs-CZ"/>
        </w:rPr>
        <w:t xml:space="preserve">dokumentace č. </w:t>
      </w:r>
      <w:r w:rsidR="006D3A36">
        <w:rPr>
          <w:rFonts w:eastAsia="Calibri" w:cs="Times New Roman"/>
          <w:lang w:eastAsia="cs-CZ"/>
        </w:rPr>
        <w:t>15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E64043">
        <w:rPr>
          <w:rFonts w:eastAsia="Calibri" w:cs="Times New Roman"/>
        </w:rPr>
        <w:t xml:space="preserve">ve smyslu </w:t>
      </w:r>
      <w:r w:rsidRPr="00E64043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D202A" w:rsidRPr="00FB1469" w:rsidRDefault="00FB1469" w:rsidP="00660D54">
      <w:pPr>
        <w:pStyle w:val="Bezmezer"/>
      </w:pPr>
      <w:r w:rsidRPr="00FB1469">
        <w:rPr>
          <w:rFonts w:eastAsia="Times New Roman" w:cs="Times New Roman"/>
          <w:lang w:eastAsia="cs-CZ"/>
        </w:rPr>
        <w:t xml:space="preserve">Zadavatel </w:t>
      </w:r>
      <w:r w:rsidRPr="00FB1469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FB1469">
        <w:rPr>
          <w:rFonts w:eastAsia="Times New Roman" w:cs="Times New Roman"/>
          <w:lang w:eastAsia="cs-CZ"/>
        </w:rPr>
        <w:t xml:space="preserve"> </w:t>
      </w:r>
      <w:r w:rsidRPr="00FB1469">
        <w:rPr>
          <w:rFonts w:eastAsia="Calibri" w:cs="Times New Roman"/>
          <w:lang w:eastAsia="cs-CZ"/>
        </w:rPr>
        <w:t>bez předchozí žádosti.</w:t>
      </w:r>
    </w:p>
    <w:p w:rsidR="00FB1469" w:rsidRDefault="00FB1469" w:rsidP="00660D54">
      <w:pPr>
        <w:pStyle w:val="Bezmezer"/>
      </w:pPr>
    </w:p>
    <w:p w:rsidR="00FB1469" w:rsidRPr="00FB1469" w:rsidRDefault="00FB1469" w:rsidP="00660D54">
      <w:pPr>
        <w:pStyle w:val="Bezmezer"/>
      </w:pPr>
      <w:r w:rsidRPr="00FB1469">
        <w:t>Tímto doplňujme a dáváme v soulad odpově</w:t>
      </w:r>
      <w:r>
        <w:t>ď na dotaz č. 150:</w:t>
      </w:r>
    </w:p>
    <w:p w:rsidR="00FB1469" w:rsidRPr="00FB1469" w:rsidRDefault="00FB1469" w:rsidP="00FB1469">
      <w:pPr>
        <w:spacing w:after="0"/>
        <w:rPr>
          <w:rFonts w:eastAsia="Times New Roman" w:cs="Times New Roman"/>
          <w:lang w:eastAsia="cs-CZ"/>
        </w:rPr>
      </w:pPr>
      <w:r w:rsidRPr="00FB1469">
        <w:rPr>
          <w:rFonts w:eastAsia="Times New Roman" w:cs="Times New Roman"/>
          <w:lang w:eastAsia="cs-CZ"/>
        </w:rPr>
        <w:t xml:space="preserve">V soupisech prací u SO 04-29-02 Dvoukolejný tunel Blanenský č.4 e.č. 208 bylo opraveno a dáno do souladu s výkresovou dokumentací množství u položky č. 25 DLAŽBA LOMOVÉHO KAMENE NA CEMENTOVOU MALTU. </w:t>
      </w:r>
    </w:p>
    <w:p w:rsidR="00FB1469" w:rsidRPr="00FB1469" w:rsidRDefault="00FB1469" w:rsidP="00FB1469">
      <w:pPr>
        <w:spacing w:after="0"/>
        <w:rPr>
          <w:rFonts w:eastAsia="Times New Roman" w:cs="Times New Roman"/>
          <w:lang w:eastAsia="cs-CZ"/>
        </w:rPr>
      </w:pPr>
      <w:r w:rsidRPr="00FB1469">
        <w:rPr>
          <w:rFonts w:eastAsia="Times New Roman" w:cs="Times New Roman"/>
          <w:lang w:eastAsia="cs-CZ"/>
        </w:rPr>
        <w:t>Výjezdový portál: ((24,47+22,42)/2)*((11,66+12,4)/2)*0,25*1,1 = 77,54m3</w:t>
      </w:r>
    </w:p>
    <w:p w:rsidR="00FB1469" w:rsidRPr="00FB1469" w:rsidRDefault="00FB1469" w:rsidP="00FB1469">
      <w:pPr>
        <w:spacing w:after="0"/>
        <w:rPr>
          <w:rFonts w:eastAsia="Times New Roman" w:cs="Times New Roman"/>
          <w:lang w:eastAsia="cs-CZ"/>
        </w:rPr>
      </w:pPr>
      <w:r w:rsidRPr="00FB1469">
        <w:rPr>
          <w:rFonts w:eastAsia="Times New Roman" w:cs="Times New Roman"/>
          <w:lang w:eastAsia="cs-CZ"/>
        </w:rPr>
        <w:t>Vjezdový portál: ((21,64+23,91)/2)*(22,29+0,33+1,49)*0,25*1,1 = 150,97m3</w:t>
      </w:r>
    </w:p>
    <w:p w:rsidR="00174813" w:rsidRPr="00FB1469" w:rsidRDefault="00174813" w:rsidP="00660D54">
      <w:pPr>
        <w:pStyle w:val="Bezmezer"/>
        <w:rPr>
          <w:rFonts w:eastAsia="Times New Roman" w:cs="Times New Roman"/>
          <w:lang w:eastAsia="cs-CZ"/>
        </w:rPr>
      </w:pPr>
    </w:p>
    <w:p w:rsidR="000D202A" w:rsidRPr="00174813" w:rsidRDefault="000D202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4043" w:rsidRPr="00660D54" w:rsidRDefault="00E64043" w:rsidP="002123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60D54">
        <w:rPr>
          <w:rFonts w:eastAsia="Times New Roman" w:cs="Times New Roman"/>
          <w:lang w:eastAsia="cs-CZ"/>
        </w:rPr>
        <w:t>Povaha shora uvedených vysvětlení/ změn/ doplnění zadávací dokumentace nevyžaduje prodlo</w:t>
      </w:r>
      <w:r w:rsidR="00FB1469">
        <w:rPr>
          <w:rFonts w:eastAsia="Times New Roman" w:cs="Times New Roman"/>
          <w:lang w:eastAsia="cs-CZ"/>
        </w:rPr>
        <w:t>užení lhůty pro podání nabídek.</w:t>
      </w:r>
    </w:p>
    <w:p w:rsidR="00E64043" w:rsidRPr="004048CB" w:rsidRDefault="00E64043" w:rsidP="00212376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:rsidR="00E64043" w:rsidRPr="00212376" w:rsidRDefault="00E64043" w:rsidP="0021237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048CB">
        <w:rPr>
          <w:rFonts w:eastAsia="Calibri" w:cs="Times New Roman"/>
          <w:lang w:eastAsia="cs-CZ"/>
        </w:rPr>
        <w:t xml:space="preserve">Vysvětlení/ změnu/ doplnění zadávací dokumentace včetně příloh zadavatel </w:t>
      </w:r>
      <w:r w:rsidRPr="00212376">
        <w:rPr>
          <w:rFonts w:eastAsia="Calibri" w:cs="Times New Roman"/>
          <w:lang w:eastAsia="cs-CZ"/>
        </w:rPr>
        <w:t xml:space="preserve">uveřejňuje na profilu zadavatele na webovém portálu </w:t>
      </w:r>
      <w:hyperlink r:id="rId11" w:history="1">
        <w:r w:rsidRPr="00212376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212376">
        <w:rPr>
          <w:rFonts w:eastAsia="Calibri" w:cs="Times New Roman"/>
          <w:u w:val="single"/>
          <w:lang w:eastAsia="cs-CZ"/>
        </w:rPr>
        <w:t>.</w:t>
      </w:r>
    </w:p>
    <w:p w:rsidR="00E64043" w:rsidRPr="00212376" w:rsidRDefault="00E64043" w:rsidP="00212376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F4219" w:rsidRDefault="00CF4219" w:rsidP="00CF42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F4219" w:rsidRDefault="00CF4219" w:rsidP="00CF42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:rsidR="00CF4219" w:rsidRPr="00B548F9" w:rsidRDefault="00CF4219" w:rsidP="00CF42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548F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548F9">
        <w:rPr>
          <w:rFonts w:eastAsia="Calibri" w:cs="Times New Roman"/>
          <w:bCs/>
          <w:lang w:eastAsia="cs-CZ"/>
        </w:rPr>
        <w:instrText xml:space="preserve"> FORMTEXT </w:instrText>
      </w:r>
      <w:r w:rsidRPr="00B548F9">
        <w:rPr>
          <w:rFonts w:eastAsia="Calibri" w:cs="Times New Roman"/>
          <w:bCs/>
          <w:lang w:eastAsia="cs-CZ"/>
        </w:rPr>
      </w:r>
      <w:r w:rsidRPr="00B548F9">
        <w:rPr>
          <w:rFonts w:eastAsia="Calibri" w:cs="Times New Roman"/>
          <w:bCs/>
          <w:lang w:eastAsia="cs-CZ"/>
        </w:rPr>
        <w:fldChar w:fldCharType="separate"/>
      </w:r>
      <w:r w:rsidRPr="00B548F9">
        <w:rPr>
          <w:rFonts w:eastAsia="Calibri" w:cs="Times New Roman"/>
          <w:bCs/>
          <w:lang w:eastAsia="cs-CZ"/>
        </w:rPr>
        <w:t>SP (1x XLSX, 1x XDC)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fldChar w:fldCharType="end"/>
      </w:r>
    </w:p>
    <w:p w:rsidR="00CF4219" w:rsidRDefault="00CF4219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74813">
        <w:rPr>
          <w:rFonts w:eastAsia="Calibri" w:cs="Times New Roman"/>
          <w:lang w:eastAsia="cs-CZ"/>
        </w:rPr>
        <w:t xml:space="preserve">V Olomouci dne </w:t>
      </w: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74813">
        <w:rPr>
          <w:rFonts w:eastAsia="Calibri" w:cs="Times New Roman"/>
          <w:b/>
          <w:bCs/>
          <w:lang w:eastAsia="cs-CZ"/>
        </w:rPr>
        <w:t>Ing. Miroslav Bocák</w:t>
      </w:r>
      <w:r w:rsidRPr="00174813">
        <w:rPr>
          <w:rFonts w:eastAsia="Calibri" w:cs="Times New Roman"/>
          <w:b/>
          <w:lang w:eastAsia="cs-CZ"/>
        </w:rPr>
        <w:t xml:space="preserve"> </w:t>
      </w: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74813">
        <w:rPr>
          <w:rFonts w:eastAsia="Calibri" w:cs="Times New Roman"/>
          <w:lang w:eastAsia="cs-CZ"/>
        </w:rPr>
        <w:t>ředitel organizační jednotky</w:t>
      </w:r>
      <w:r w:rsidRPr="00174813">
        <w:rPr>
          <w:rFonts w:eastAsia="Calibri" w:cs="Times New Roman"/>
          <w:lang w:eastAsia="cs-CZ"/>
        </w:rPr>
        <w:tab/>
      </w: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74813">
        <w:rPr>
          <w:rFonts w:eastAsia="Calibri" w:cs="Times New Roman"/>
          <w:lang w:eastAsia="cs-CZ"/>
        </w:rPr>
        <w:t>Stavební správa východ</w:t>
      </w:r>
    </w:p>
    <w:p w:rsidR="00174813" w:rsidRPr="00174813" w:rsidRDefault="00174813" w:rsidP="001748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74813">
        <w:rPr>
          <w:rFonts w:eastAsia="Calibri" w:cs="Times New Roman"/>
          <w:lang w:eastAsia="cs-CZ"/>
        </w:rPr>
        <w:t>Správa železnic, státní organizace</w:t>
      </w:r>
    </w:p>
    <w:p w:rsidR="00E64043" w:rsidRPr="00E64043" w:rsidRDefault="00E64043" w:rsidP="001748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sectPr w:rsidR="00E64043" w:rsidRPr="00E6404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146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146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16B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5A0F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24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24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3458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B559B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A9867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E7991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080689B"/>
    <w:multiLevelType w:val="hybridMultilevel"/>
    <w:tmpl w:val="A350B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D53"/>
    <w:rsid w:val="00072C1E"/>
    <w:rsid w:val="000B3A82"/>
    <w:rsid w:val="000B6C7E"/>
    <w:rsid w:val="000B7907"/>
    <w:rsid w:val="000C0429"/>
    <w:rsid w:val="000C382F"/>
    <w:rsid w:val="000C45E8"/>
    <w:rsid w:val="000D202A"/>
    <w:rsid w:val="000F56CF"/>
    <w:rsid w:val="00105B65"/>
    <w:rsid w:val="00114472"/>
    <w:rsid w:val="00116CF4"/>
    <w:rsid w:val="001455D6"/>
    <w:rsid w:val="00166B7B"/>
    <w:rsid w:val="00170B7F"/>
    <w:rsid w:val="00170EC5"/>
    <w:rsid w:val="001747C1"/>
    <w:rsid w:val="00174813"/>
    <w:rsid w:val="0018596A"/>
    <w:rsid w:val="00194636"/>
    <w:rsid w:val="001B069A"/>
    <w:rsid w:val="001B69C2"/>
    <w:rsid w:val="001C4DA0"/>
    <w:rsid w:val="00203718"/>
    <w:rsid w:val="00207DF5"/>
    <w:rsid w:val="00212376"/>
    <w:rsid w:val="0021342B"/>
    <w:rsid w:val="00267369"/>
    <w:rsid w:val="0026785D"/>
    <w:rsid w:val="002929CD"/>
    <w:rsid w:val="002C1501"/>
    <w:rsid w:val="002C31BF"/>
    <w:rsid w:val="002D1C10"/>
    <w:rsid w:val="002E0CD7"/>
    <w:rsid w:val="002F026B"/>
    <w:rsid w:val="0033625D"/>
    <w:rsid w:val="00357BC6"/>
    <w:rsid w:val="0037111D"/>
    <w:rsid w:val="003756B9"/>
    <w:rsid w:val="003956C6"/>
    <w:rsid w:val="003B442A"/>
    <w:rsid w:val="003E6B9A"/>
    <w:rsid w:val="003E75CE"/>
    <w:rsid w:val="003F1E82"/>
    <w:rsid w:val="004048CB"/>
    <w:rsid w:val="0041380F"/>
    <w:rsid w:val="004433F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0228"/>
    <w:rsid w:val="004D3C0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906"/>
    <w:rsid w:val="005B5EE9"/>
    <w:rsid w:val="005F08F3"/>
    <w:rsid w:val="006104F6"/>
    <w:rsid w:val="0061068E"/>
    <w:rsid w:val="00616396"/>
    <w:rsid w:val="00660AD3"/>
    <w:rsid w:val="00660D54"/>
    <w:rsid w:val="00665BCE"/>
    <w:rsid w:val="006A5570"/>
    <w:rsid w:val="006A689C"/>
    <w:rsid w:val="006B2474"/>
    <w:rsid w:val="006B3D79"/>
    <w:rsid w:val="006D3A36"/>
    <w:rsid w:val="006E0578"/>
    <w:rsid w:val="006E314D"/>
    <w:rsid w:val="006E7F06"/>
    <w:rsid w:val="00710723"/>
    <w:rsid w:val="00712ED1"/>
    <w:rsid w:val="00722758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6F70"/>
    <w:rsid w:val="007B570C"/>
    <w:rsid w:val="007E4A6E"/>
    <w:rsid w:val="007F0818"/>
    <w:rsid w:val="007F56A7"/>
    <w:rsid w:val="00807DD0"/>
    <w:rsid w:val="00813F11"/>
    <w:rsid w:val="00817233"/>
    <w:rsid w:val="00885441"/>
    <w:rsid w:val="00891334"/>
    <w:rsid w:val="008A1DF4"/>
    <w:rsid w:val="008A3568"/>
    <w:rsid w:val="008C7DA8"/>
    <w:rsid w:val="008D03B9"/>
    <w:rsid w:val="008D5C4A"/>
    <w:rsid w:val="008F18D6"/>
    <w:rsid w:val="00904780"/>
    <w:rsid w:val="009113A8"/>
    <w:rsid w:val="00922385"/>
    <w:rsid w:val="009223DF"/>
    <w:rsid w:val="009239E1"/>
    <w:rsid w:val="00936091"/>
    <w:rsid w:val="00940D8A"/>
    <w:rsid w:val="009563A7"/>
    <w:rsid w:val="00962258"/>
    <w:rsid w:val="009678B7"/>
    <w:rsid w:val="00982411"/>
    <w:rsid w:val="00987601"/>
    <w:rsid w:val="00992D9C"/>
    <w:rsid w:val="00996CB8"/>
    <w:rsid w:val="009A7568"/>
    <w:rsid w:val="009B2E97"/>
    <w:rsid w:val="009B3C69"/>
    <w:rsid w:val="009B72CC"/>
    <w:rsid w:val="009D7744"/>
    <w:rsid w:val="009E07F4"/>
    <w:rsid w:val="009F2766"/>
    <w:rsid w:val="009F392E"/>
    <w:rsid w:val="00A44328"/>
    <w:rsid w:val="00A6177B"/>
    <w:rsid w:val="00A66136"/>
    <w:rsid w:val="00A8010E"/>
    <w:rsid w:val="00A93059"/>
    <w:rsid w:val="00AA4CBB"/>
    <w:rsid w:val="00AA65FA"/>
    <w:rsid w:val="00AA7351"/>
    <w:rsid w:val="00AB212C"/>
    <w:rsid w:val="00AD056F"/>
    <w:rsid w:val="00AD2773"/>
    <w:rsid w:val="00AD6731"/>
    <w:rsid w:val="00AE1DDE"/>
    <w:rsid w:val="00AE49CC"/>
    <w:rsid w:val="00B15B5E"/>
    <w:rsid w:val="00B15D0D"/>
    <w:rsid w:val="00B23CA3"/>
    <w:rsid w:val="00B3491A"/>
    <w:rsid w:val="00B45E9E"/>
    <w:rsid w:val="00B548F9"/>
    <w:rsid w:val="00B55F9C"/>
    <w:rsid w:val="00B65051"/>
    <w:rsid w:val="00B75EE1"/>
    <w:rsid w:val="00B77481"/>
    <w:rsid w:val="00B8518B"/>
    <w:rsid w:val="00BA4A31"/>
    <w:rsid w:val="00BB3740"/>
    <w:rsid w:val="00BD5319"/>
    <w:rsid w:val="00BD7E91"/>
    <w:rsid w:val="00BF374D"/>
    <w:rsid w:val="00BF6D48"/>
    <w:rsid w:val="00C02D0A"/>
    <w:rsid w:val="00C03A6E"/>
    <w:rsid w:val="00C2683C"/>
    <w:rsid w:val="00C30759"/>
    <w:rsid w:val="00C44F6A"/>
    <w:rsid w:val="00C524D1"/>
    <w:rsid w:val="00C53AE1"/>
    <w:rsid w:val="00C727E5"/>
    <w:rsid w:val="00C8207D"/>
    <w:rsid w:val="00CB7B5A"/>
    <w:rsid w:val="00CC1E2B"/>
    <w:rsid w:val="00CC32B5"/>
    <w:rsid w:val="00CD1E04"/>
    <w:rsid w:val="00CD1FC4"/>
    <w:rsid w:val="00CE2028"/>
    <w:rsid w:val="00CE371D"/>
    <w:rsid w:val="00CE3FB8"/>
    <w:rsid w:val="00CF421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6E75"/>
    <w:rsid w:val="00DD46F3"/>
    <w:rsid w:val="00DD58A6"/>
    <w:rsid w:val="00DE56F2"/>
    <w:rsid w:val="00DF116D"/>
    <w:rsid w:val="00E10710"/>
    <w:rsid w:val="00E464C1"/>
    <w:rsid w:val="00E64043"/>
    <w:rsid w:val="00E70EDB"/>
    <w:rsid w:val="00E824F1"/>
    <w:rsid w:val="00EB104F"/>
    <w:rsid w:val="00ED14BD"/>
    <w:rsid w:val="00EE256C"/>
    <w:rsid w:val="00EE7A28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1469"/>
    <w:rsid w:val="00FC6389"/>
    <w:rsid w:val="00FD2F51"/>
    <w:rsid w:val="00FE3455"/>
    <w:rsid w:val="00FF2DC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5CD566E"/>
  <w14:defaultImageDpi w14:val="32767"/>
  <w15:docId w15:val="{66C5E0D1-3087-4A9D-8BB5-CD060717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7733B-3605-4CC7-B2BE-27CC3D5B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55</cp:revision>
  <cp:lastPrinted>2019-02-22T13:28:00Z</cp:lastPrinted>
  <dcterms:created xsi:type="dcterms:W3CDTF">2021-01-11T08:53:00Z</dcterms:created>
  <dcterms:modified xsi:type="dcterms:W3CDTF">2021-02-25T07:49:00Z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